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8CD" w:rsidRDefault="003E1EBD">
      <w:r>
        <w:t xml:space="preserve">  </w:t>
      </w:r>
      <w:bookmarkStart w:id="0" w:name="_GoBack"/>
      <w:bookmarkEnd w:id="0"/>
    </w:p>
    <w:sectPr w:rsidR="00F038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EBD"/>
    <w:rsid w:val="003E1EBD"/>
    <w:rsid w:val="00E96A8B"/>
    <w:rsid w:val="00F0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D71C59B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2011-04-12T22:21:00Z</dcterms:created>
  <dcterms:modified xsi:type="dcterms:W3CDTF">2011-04-12T22:43:00Z</dcterms:modified>
</cp:coreProperties>
</file>